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70" w:rsidRDefault="00DD3470"/>
    <w:p w:rsidR="005A1015" w:rsidRDefault="00261C89">
      <w:r w:rsidRPr="00261C89">
        <w:rPr>
          <w:color w:val="auto"/>
          <w:kern w:val="0"/>
          <w:sz w:val="24"/>
          <w:szCs w:val="24"/>
        </w:rPr>
        <w:pict>
          <v:group id="_x0000_s1034" style="position:absolute;margin-left:-83.25pt;margin-top:-83.25pt;width:636.85pt;height:819pt;z-index:251660288" coordorigin="1062990,1051560" coordsize="80883,104013">
            <v:rect id="_x0000_s1035" style="position:absolute;left:1062990;top:1051560;width:80883;height:104013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imagedata r:id="rId5" o:title="cg_camping-border"/>
              <v:shadow color="#ccc"/>
              <v:path o:extrusionok="f"/>
              <o:lock v:ext="edit" aspectratio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1065276;top:1054417;width:75438;height:31433;mso-wrap-distance-left:2.88pt;mso-wrap-distance-top:2.88pt;mso-wrap-distance-right:2.88pt;mso-wrap-distance-bottom:2.88pt" fill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Default="007D496E" w:rsidP="007D496E">
                    <w:pPr>
                      <w:widowControl w:val="0"/>
                      <w:jc w:val="center"/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  <w:t>Camp Sky Ranch TTQ</w:t>
                    </w:r>
                  </w:p>
                  <w:p w:rsidR="00DD3470" w:rsidRDefault="00DD3470" w:rsidP="007D496E">
                    <w:pPr>
                      <w:widowControl w:val="0"/>
                      <w:jc w:val="center"/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  <w:t>A class group went to build rockets.</w:t>
                    </w:r>
                  </w:p>
                  <w:p w:rsidR="00DD3470" w:rsidRDefault="00DD3470" w:rsidP="007D496E">
                    <w:pPr>
                      <w:widowControl w:val="0"/>
                      <w:jc w:val="center"/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  <w:t>16 people had 2 rockets each.</w:t>
                    </w:r>
                  </w:p>
                  <w:p w:rsidR="00DD3470" w:rsidRDefault="00DD3470" w:rsidP="007D496E">
                    <w:pPr>
                      <w:widowControl w:val="0"/>
                      <w:jc w:val="center"/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  <w:t>5 rockets were exploding types.</w:t>
                    </w:r>
                  </w:p>
                  <w:p w:rsidR="00DD3470" w:rsidRDefault="00DD3470" w:rsidP="007D496E">
                    <w:pPr>
                      <w:widowControl w:val="0"/>
                      <w:jc w:val="center"/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  <w:t>The</w:t>
                    </w:r>
                    <w:r w:rsidR="00B93287"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  <w:t>others were long range rockets except two others.</w:t>
                    </w:r>
                  </w:p>
                  <w:p w:rsidR="00DD3470" w:rsidRDefault="00DD3470" w:rsidP="007D496E">
                    <w:pPr>
                      <w:widowControl w:val="0"/>
                      <w:jc w:val="center"/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  <w:t>2 rockets can fit on each rocket pad.</w:t>
                    </w:r>
                  </w:p>
                  <w:p w:rsidR="00DD3470" w:rsidRDefault="00DD3470" w:rsidP="007D496E">
                    <w:pPr>
                      <w:widowControl w:val="0"/>
                      <w:jc w:val="center"/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Kristen ITC" w:hAnsi="Kristen ITC"/>
                        <w:b/>
                        <w:bCs/>
                        <w:sz w:val="28"/>
                        <w:szCs w:val="28"/>
                      </w:rPr>
                      <w:t>8 rockets were destroyed during the launch.</w:t>
                    </w:r>
                  </w:p>
                  <w:p w:rsidR="007D496E" w:rsidRPr="003407DE" w:rsidRDefault="003407DE" w:rsidP="007D496E">
                    <w:pPr>
                      <w:widowControl w:val="0"/>
                      <w:jc w:val="center"/>
                      <w:rPr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  <v:shape id="_x0000_s1037" type="#_x0000_t202" style="position:absolute;left:1072134;top:1086993;width:68008;height:685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Default="003407DE" w:rsidP="003407DE">
                    <w:pPr>
                      <w:pStyle w:val="ListParagraph"/>
                      <w:widowControl w:val="0"/>
                      <w:numPr>
                        <w:ilvl w:val="0"/>
                        <w:numId w:val="1"/>
                      </w:numPr>
                      <w:rPr>
                        <w:bCs/>
                        <w:sz w:val="24"/>
                        <w:szCs w:val="24"/>
                      </w:rPr>
                    </w:pPr>
                    <w:r w:rsidRPr="003407DE">
                      <w:rPr>
                        <w:bCs/>
                        <w:sz w:val="24"/>
                        <w:szCs w:val="24"/>
                      </w:rPr>
                      <w:t xml:space="preserve"> </w:t>
                    </w:r>
                    <w:r w:rsidR="00DD3470">
                      <w:rPr>
                        <w:bCs/>
                        <w:sz w:val="24"/>
                        <w:szCs w:val="24"/>
                      </w:rPr>
                      <w:t>How many rockets made it during launch?</w:t>
                    </w:r>
                  </w:p>
                  <w:p w:rsidR="00DD3470" w:rsidRDefault="00DD3470" w:rsidP="00DD3470">
                    <w:pPr>
                      <w:widowControl w:val="0"/>
                      <w:rPr>
                        <w:bCs/>
                        <w:sz w:val="24"/>
                        <w:szCs w:val="24"/>
                      </w:rPr>
                    </w:pPr>
                  </w:p>
                  <w:p w:rsidR="00DD3470" w:rsidRPr="00DD3470" w:rsidRDefault="00DD3470" w:rsidP="00DD3470">
                    <w:pPr>
                      <w:widowControl w:val="0"/>
                      <w:rPr>
                        <w:bCs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8" type="#_x0000_t202" style="position:absolute;left:1081278;top:1094422;width:58864;height:6858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Pr="003407DE" w:rsidRDefault="007D496E" w:rsidP="007D496E">
                    <w:pPr>
                      <w:widowControl w:val="0"/>
                      <w:rPr>
                        <w:bCs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b/>
                        <w:bCs/>
                        <w:sz w:val="24"/>
                        <w:szCs w:val="24"/>
                      </w:rPr>
                      <w:t>2.</w:t>
                    </w:r>
                    <w:r w:rsidR="00DD3470">
                      <w:rPr>
                        <w:b/>
                        <w:bCs/>
                        <w:sz w:val="24"/>
                        <w:szCs w:val="24"/>
                      </w:rPr>
                      <w:t>How</w:t>
                    </w:r>
                    <w:proofErr w:type="gramEnd"/>
                    <w:r w:rsidR="00DD3470">
                      <w:rPr>
                        <w:b/>
                        <w:bCs/>
                        <w:sz w:val="24"/>
                        <w:szCs w:val="24"/>
                      </w:rPr>
                      <w:t xml:space="preserve"> many rockets were made all together?</w:t>
                    </w:r>
                  </w:p>
                </w:txbxContent>
              </v:textbox>
            </v:shape>
            <v:shape id="_x0000_s1039" type="#_x0000_t202" style="position:absolute;left:1086993;top:1101852;width:53149;height:7429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DD3470" w:rsidRPr="00DD3470" w:rsidRDefault="007D496E" w:rsidP="007D496E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b/>
                        <w:bCs/>
                        <w:sz w:val="24"/>
                        <w:szCs w:val="24"/>
                      </w:rPr>
                      <w:t>3.</w:t>
                    </w:r>
                    <w:r w:rsidR="00DD3470">
                      <w:rPr>
                        <w:b/>
                        <w:bCs/>
                        <w:sz w:val="24"/>
                        <w:szCs w:val="24"/>
                      </w:rPr>
                      <w:t>If</w:t>
                    </w:r>
                    <w:proofErr w:type="gramEnd"/>
                    <w:r w:rsidR="00DD3470">
                      <w:rPr>
                        <w:b/>
                        <w:bCs/>
                        <w:sz w:val="24"/>
                        <w:szCs w:val="24"/>
                      </w:rPr>
                      <w:t xml:space="preserve"> nine people </w:t>
                    </w:r>
                    <w:proofErr w:type="spellStart"/>
                    <w:r w:rsidR="00DD3470">
                      <w:rPr>
                        <w:b/>
                        <w:bCs/>
                        <w:sz w:val="24"/>
                        <w:szCs w:val="24"/>
                      </w:rPr>
                      <w:t>left,how</w:t>
                    </w:r>
                    <w:proofErr w:type="spellEnd"/>
                    <w:r w:rsidR="00DD3470">
                      <w:rPr>
                        <w:b/>
                        <w:bCs/>
                        <w:sz w:val="24"/>
                        <w:szCs w:val="24"/>
                      </w:rPr>
                      <w:t xml:space="preserve"> many rockets would be made?</w:t>
                    </w:r>
                  </w:p>
                </w:txbxContent>
              </v:textbox>
            </v:shape>
            <v:shape id="_x0000_s1040" type="#_x0000_t202" style="position:absolute;left:1089279;top:1109853;width:50292;height:8572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Pr="003407DE" w:rsidRDefault="007D496E" w:rsidP="007D496E">
                    <w:pPr>
                      <w:widowControl w:val="0"/>
                      <w:rPr>
                        <w:bCs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b/>
                        <w:bCs/>
                        <w:sz w:val="24"/>
                        <w:szCs w:val="24"/>
                      </w:rPr>
                      <w:t>4.</w:t>
                    </w:r>
                    <w:r w:rsidR="00DD3470">
                      <w:rPr>
                        <w:b/>
                        <w:bCs/>
                        <w:sz w:val="24"/>
                        <w:szCs w:val="24"/>
                      </w:rPr>
                      <w:t>If</w:t>
                    </w:r>
                    <w:proofErr w:type="gramEnd"/>
                    <w:r w:rsidR="00DD3470">
                      <w:rPr>
                        <w:b/>
                        <w:bCs/>
                        <w:sz w:val="24"/>
                        <w:szCs w:val="24"/>
                      </w:rPr>
                      <w:t xml:space="preserve"> 16 more people came with 5 </w:t>
                    </w:r>
                    <w:proofErr w:type="spellStart"/>
                    <w:r w:rsidR="00DD3470">
                      <w:rPr>
                        <w:b/>
                        <w:bCs/>
                        <w:sz w:val="24"/>
                        <w:szCs w:val="24"/>
                      </w:rPr>
                      <w:t>rockes</w:t>
                    </w:r>
                    <w:proofErr w:type="spellEnd"/>
                    <w:r w:rsidR="00DD3470">
                      <w:rPr>
                        <w:b/>
                        <w:bCs/>
                        <w:sz w:val="24"/>
                        <w:szCs w:val="24"/>
                      </w:rPr>
                      <w:t xml:space="preserve"> each, how many rockets would there be?</w:t>
                    </w:r>
                  </w:p>
                </w:txbxContent>
              </v:textbox>
            </v:shape>
            <v:shape id="_x0000_s1041" type="#_x0000_t202" style="position:absolute;left:1108138;top:1118997;width:32004;height:9715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 joinstyle="miter" insetpen="t"/>
                <o:top v:ext="view" color="black [0]" joinstyle="miter" insetpen="t"/>
                <o:right v:ext="view" color="black [0]" joinstyle="miter" insetpen="t"/>
                <o:bottom v:ext="view" color="black [0]" joinstyle="miter" insetpen="t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DD3470" w:rsidRDefault="007D496E" w:rsidP="007D496E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5.</w:t>
                    </w:r>
                    <w:r w:rsidR="00DD3470">
                      <w:rPr>
                        <w:b/>
                        <w:bCs/>
                        <w:sz w:val="24"/>
                        <w:szCs w:val="24"/>
                      </w:rPr>
                      <w:t xml:space="preserve"> How many pairs of rockets (with the other </w:t>
                    </w:r>
                  </w:p>
                  <w:p w:rsidR="00DD3470" w:rsidRPr="00DD3470" w:rsidRDefault="00DD3470" w:rsidP="007D496E">
                    <w:pPr>
                      <w:widowControl w:val="0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>16 people) were on the launch pad?</w:t>
                    </w:r>
                  </w:p>
                </w:txbxContent>
              </v:textbox>
            </v:shape>
            <v:shape id="_x0000_s1042" type="#_x0000_t202" style="position:absolute;left:1111567;top:1130427;width:25718;height:5715;mso-wrap-distance-left:2.88pt;mso-wrap-distance-top:2.88pt;mso-wrap-distance-right:2.88pt;mso-wrap-distance-bottom:2.88p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5.76pt" inset="2.88pt,2.88pt,2.88pt,2.88pt">
                <w:txbxContent>
                  <w:p w:rsidR="007D496E" w:rsidRDefault="007D496E" w:rsidP="007D496E">
                    <w:pPr>
                      <w:widowControl w:val="0"/>
                      <w:jc w:val="center"/>
                      <w:rPr>
                        <w:rFonts w:ascii="Lucida Calligraphy" w:hAnsi="Lucida Calligraphy"/>
                        <w:sz w:val="24"/>
                        <w:szCs w:val="24"/>
                      </w:rPr>
                    </w:pPr>
                    <w:r>
                      <w:rPr>
                        <w:rFonts w:ascii="Lucida Calligraphy" w:hAnsi="Lucida Calligraphy"/>
                        <w:sz w:val="24"/>
                        <w:szCs w:val="24"/>
                      </w:rPr>
                      <w:t xml:space="preserve">Written by: </w:t>
                    </w:r>
                  </w:p>
                  <w:p w:rsidR="007D496E" w:rsidRDefault="00DD3470" w:rsidP="00DD3470">
                    <w:pPr>
                      <w:widowControl w:val="0"/>
                      <w:rPr>
                        <w:rFonts w:ascii="Lucida Calligraphy" w:hAnsi="Lucida Calligraphy"/>
                        <w:sz w:val="24"/>
                        <w:szCs w:val="24"/>
                      </w:rPr>
                    </w:pPr>
                    <w:r>
                      <w:rPr>
                        <w:rFonts w:ascii="Lucida Calligraphy" w:hAnsi="Lucida Calligraphy"/>
                        <w:sz w:val="24"/>
                        <w:szCs w:val="24"/>
                      </w:rPr>
                      <w:t>Justin and Trenton</w:t>
                    </w:r>
                  </w:p>
                </w:txbxContent>
              </v:textbox>
            </v:shape>
          </v:group>
        </w:pict>
      </w:r>
      <w:r w:rsidR="00DD3470">
        <w:t xml:space="preserve">A class group went </w:t>
      </w:r>
      <w:proofErr w:type="spellStart"/>
      <w:r w:rsidR="00DD3470">
        <w:t>otjh</w:t>
      </w:r>
      <w:proofErr w:type="spellEnd"/>
    </w:p>
    <w:sectPr w:rsidR="005A1015" w:rsidSect="005A1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B2A70"/>
    <w:multiLevelType w:val="hybridMultilevel"/>
    <w:tmpl w:val="DCE248A8"/>
    <w:lvl w:ilvl="0" w:tplc="D71CCC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DD3470"/>
    <w:rsid w:val="00261C89"/>
    <w:rsid w:val="003407DE"/>
    <w:rsid w:val="005472CA"/>
    <w:rsid w:val="005A1015"/>
    <w:rsid w:val="007D496E"/>
    <w:rsid w:val="008C098D"/>
    <w:rsid w:val="009A4486"/>
    <w:rsid w:val="00B93287"/>
    <w:rsid w:val="00DD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96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Wolford\Handouts\Fifth%20Grade\Sky%20Ranch%20TT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Sky Ranch TTQ</Template>
  <TotalTime>0</TotalTime>
  <Pages>1</Pages>
  <Words>3</Words>
  <Characters>23</Characters>
  <Application>Microsoft Office Word</Application>
  <DocSecurity>0</DocSecurity>
  <Lines>1</Lines>
  <Paragraphs>1</Paragraphs>
  <ScaleCrop>false</ScaleCrop>
  <Company>McKinney ISD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2</cp:revision>
  <cp:lastPrinted>2011-11-07T17:43:00Z</cp:lastPrinted>
  <dcterms:created xsi:type="dcterms:W3CDTF">2011-12-02T16:53:00Z</dcterms:created>
  <dcterms:modified xsi:type="dcterms:W3CDTF">2011-12-02T16:53:00Z</dcterms:modified>
</cp:coreProperties>
</file>